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7A54A1" w:rsidRDefault="00F73753" w:rsidP="003079B4">
      <w:pPr>
        <w:ind w:left="1440" w:right="-425" w:hanging="1440"/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7A54A1" w:rsidRPr="007A54A1">
        <w:rPr>
          <w:b/>
          <w:sz w:val="28"/>
          <w:szCs w:val="28"/>
        </w:rPr>
        <w:t>Cryostat Feedthroughs Design Finalisation &amp; Diagnostic Systems Installation Preparation</w:t>
      </w:r>
      <w:bookmarkStart w:id="0" w:name="_GoBack"/>
      <w:bookmarkEnd w:id="0"/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4A675B">
        <w:rPr>
          <w:b/>
          <w:sz w:val="28"/>
          <w:szCs w:val="28"/>
        </w:rPr>
        <w:t>1</w:t>
      </w:r>
      <w:r w:rsidR="007A54A1">
        <w:rPr>
          <w:b/>
          <w:sz w:val="28"/>
          <w:szCs w:val="28"/>
        </w:rPr>
        <w:t>663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4A675B">
        <w:t>September</w:t>
      </w:r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198D8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8</TotalTime>
  <Pages>1</Pages>
  <Words>207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10</cp:revision>
  <cp:lastPrinted>2012-04-10T09:52:00Z</cp:lastPrinted>
  <dcterms:created xsi:type="dcterms:W3CDTF">2020-10-26T07:52:00Z</dcterms:created>
  <dcterms:modified xsi:type="dcterms:W3CDTF">2021-07-07T09:20:00Z</dcterms:modified>
</cp:coreProperties>
</file>